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38" w:rsidRDefault="00787338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787338" w:rsidRDefault="00787338">
      <w:r>
        <w:t>Venn Diagrams</w:t>
      </w:r>
      <w:r>
        <w:tab/>
      </w:r>
      <w:r>
        <w:tab/>
        <w:t xml:space="preserve"> </w:t>
      </w:r>
      <w:r>
        <w:tab/>
      </w:r>
      <w:r>
        <w:tab/>
        <w:t>Date________________________________</w:t>
      </w:r>
    </w:p>
    <w:p w:rsidR="00787338" w:rsidRDefault="00787338">
      <w:r>
        <w:t>HW</w:t>
      </w:r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787338" w:rsidRDefault="00787338"/>
    <w:p w:rsidR="00787338" w:rsidRDefault="00787338">
      <w:r>
        <w:t>Find the number of elements in each of the indicated sets</w:t>
      </w:r>
      <w:r>
        <w:tab/>
      </w:r>
    </w:p>
    <w:p w:rsidR="00787338" w:rsidRDefault="00787338" w:rsidP="004C1258">
      <w:r>
        <w:rPr>
          <w:noProof/>
        </w:rPr>
        <w:pict>
          <v:rect id="_x0000_s1026" style="position:absolute;margin-left:23.05pt;margin-top:22.45pt;width:222.05pt;height:130.55pt;z-index:251658240" filled="f"/>
        </w:pict>
      </w:r>
      <w:r>
        <w:rPr>
          <w:noProof/>
        </w:rPr>
        <w:pict>
          <v:rect id="Rectangle 643" o:spid="_x0000_s1027" style="position:absolute;margin-left:-7.9pt;margin-top:1.8pt;width:103.8pt;height:40.7pt;z-index:251659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<v:textbox style="mso-next-textbox:#Rectangle 643;mso-rotate-with-shape:t;mso-fit-shape-to-text:t">
              <w:txbxContent>
                <w:p w:rsidR="00787338" w:rsidRDefault="00787338" w:rsidP="004C125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omic Sans MS"/>
                      <w:color w:val="000000"/>
                      <w:sz w:val="48"/>
                      <w:szCs w:val="48"/>
                    </w:rPr>
                  </w:pPr>
                  <w:r>
                    <w:rPr>
                      <w:rFonts w:ascii="Comic Sans MS" w:hAnsi="Comic Sans MS" w:cs="Comic Sans MS"/>
                      <w:color w:val="000000"/>
                      <w:sz w:val="48"/>
                      <w:szCs w:val="48"/>
                    </w:rPr>
                    <w:t>U</w:t>
                  </w:r>
                </w:p>
              </w:txbxContent>
            </v:textbox>
          </v:rect>
        </w:pict>
      </w:r>
      <w:r>
        <w:rPr>
          <w:noProof/>
        </w:rPr>
      </w:r>
      <w:r>
        <w:pict>
          <v:group id="_x0000_s1028" editas="canvas" style="width:568.1pt;height:188.6pt;mso-position-horizontal-relative:char;mso-position-vertical-relative:line" coordorigin="2527,1837" coordsize="7782,25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527;top:1837;width:7782;height:2583" o:preferrelative="f">
              <v:fill o:detectmouseclick="t"/>
              <v:path o:extrusionok="t" o:connecttype="none"/>
              <o:lock v:ext="edit" text="t"/>
            </v:shape>
            <v:oval id="_x0000_s1030" style="position:absolute;left:3107;top:2575;width:1519;height:1086;mso-wrap-style:none;v-text-anchor:middle">
              <v:fill color2="#d0a8c6"/>
              <v:shadow color="#969696"/>
            </v:oval>
            <v:rect id="_x0000_s1031" style="position:absolute;left:3611;top:2201;width:1422;height: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31;mso-rotate-with-shape:t;mso-fit-shape-to-text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rect>
            <v:rect id="_x0000_s1032" style="position:absolute;left:4794;top:2155;width:532;height: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32;mso-rotate-with-shape:t;mso-fit-shape-to-text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B</w:t>
                    </w:r>
                  </w:p>
                </w:txbxContent>
              </v:textbox>
            </v:rect>
            <v:rect id="_x0000_s1033" style="position:absolute;left:4170;top:2856;width:835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33;mso-rotate-with-shape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40</w:t>
                    </w:r>
                  </w:p>
                </w:txbxContent>
              </v:textbox>
            </v:rect>
            <v:rect id="_x0000_s1034" style="position:absolute;left:3452;top:2859;width:784;height: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34;mso-rotate-with-shape:t;mso-fit-shape-to-text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75</w:t>
                    </w:r>
                  </w:p>
                </w:txbxContent>
              </v:textbox>
            </v:rect>
            <v:oval id="_x0000_s1035" style="position:absolute;left:4228;top:2566;width:1518;height:1084;mso-wrap-style:none;v-text-anchor:middle" filled="f">
              <v:fill color2="#d0a8c6"/>
              <v:shadow color="#969696"/>
            </v:oval>
            <v:rect id="_x0000_s1036" style="position:absolute;left:4818;top:2835;width:835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36;mso-rotate-with-shape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95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6158;top:1923;width:4100;height:2497" filled="f" stroked="f">
              <v:textbox>
                <w:txbxContent>
                  <w:p w:rsidR="00787338" w:rsidRDefault="00787338" w:rsidP="00094C46">
                    <w:r>
                      <w:t>1. A</w:t>
                    </w:r>
                    <w:r>
                      <w:tab/>
                    </w:r>
                    <w:r>
                      <w:tab/>
                      <w:t>2. B</w:t>
                    </w:r>
                    <w:r>
                      <w:tab/>
                    </w:r>
                    <w:r>
                      <w:tab/>
                      <w:t>3. U</w:t>
                    </w:r>
                    <w:r>
                      <w:tab/>
                    </w:r>
                    <w:r>
                      <w:tab/>
                      <w:t>4. A’</w:t>
                    </w:r>
                  </w:p>
                  <w:p w:rsidR="00787338" w:rsidRDefault="00787338" w:rsidP="00094C46"/>
                  <w:p w:rsidR="00787338" w:rsidRDefault="00787338" w:rsidP="00094C46"/>
                  <w:p w:rsidR="00787338" w:rsidRDefault="00787338" w:rsidP="00094C46">
                    <w:r>
                      <w:t>5. B’</w:t>
                    </w:r>
                    <w:r>
                      <w:tab/>
                    </w:r>
                    <w:r>
                      <w:tab/>
                      <w:t xml:space="preserve">6. </w:t>
                    </w:r>
                    <w:r w:rsidRPr="004C1258">
                      <w:rPr>
                        <w:position w:val="-4"/>
                      </w:rPr>
                      <w:object w:dxaOrig="800" w:dyaOrig="260">
                        <v:shape id="_x0000_i1032" type="#_x0000_t75" style="width:39.75pt;height:12.75pt" o:ole="">
                          <v:imagedata r:id="rId5" o:title=""/>
                        </v:shape>
                        <o:OLEObject Type="Embed" ProgID="Equation.DSMT4" ShapeID="_x0000_i1032" DrawAspect="Content" ObjectID="_1334998668" r:id="rId6"/>
                      </w:object>
                    </w:r>
                    <w:r>
                      <w:tab/>
                      <w:t xml:space="preserve">7. </w:t>
                    </w:r>
                    <w:r w:rsidRPr="004C1258">
                      <w:rPr>
                        <w:position w:val="-4"/>
                      </w:rPr>
                      <w:object w:dxaOrig="800" w:dyaOrig="260">
                        <v:shape id="_x0000_i1033" type="#_x0000_t75" style="width:39.75pt;height:12.75pt" o:ole="">
                          <v:imagedata r:id="rId7" o:title=""/>
                        </v:shape>
                        <o:OLEObject Type="Embed" ProgID="Equation.DSMT4" ShapeID="_x0000_i1033" DrawAspect="Content" ObjectID="_1334998669" r:id="rId8"/>
                      </w:object>
                    </w:r>
                    <w:r>
                      <w:tab/>
                      <w:t xml:space="preserve">8. </w:t>
                    </w:r>
                    <w:r w:rsidRPr="004C1258">
                      <w:rPr>
                        <w:position w:val="-4"/>
                      </w:rPr>
                      <w:object w:dxaOrig="720" w:dyaOrig="260">
                        <v:shape id="_x0000_i1034" type="#_x0000_t75" style="width:36pt;height:12.75pt" o:ole="">
                          <v:imagedata r:id="rId9" o:title=""/>
                        </v:shape>
                        <o:OLEObject Type="Embed" ProgID="Equation.DSMT4" ShapeID="_x0000_i1034" DrawAspect="Content" ObjectID="_1334998670" r:id="rId10"/>
                      </w:object>
                    </w:r>
                  </w:p>
                  <w:p w:rsidR="00787338" w:rsidRDefault="00787338" w:rsidP="00094C46"/>
                  <w:p w:rsidR="00787338" w:rsidRDefault="00787338" w:rsidP="00094C46"/>
                  <w:p w:rsidR="00787338" w:rsidRDefault="00787338" w:rsidP="00094C46">
                    <w:r>
                      <w:t xml:space="preserve">9. </w:t>
                    </w:r>
                    <w:r w:rsidRPr="004C1258">
                      <w:rPr>
                        <w:position w:val="-4"/>
                      </w:rPr>
                      <w:object w:dxaOrig="680" w:dyaOrig="260">
                        <v:shape id="_x0000_i1035" type="#_x0000_t75" style="width:33.75pt;height:12.75pt" o:ole="">
                          <v:imagedata r:id="rId11" o:title=""/>
                        </v:shape>
                        <o:OLEObject Type="Embed" ProgID="Equation.DSMT4" ShapeID="_x0000_i1035" DrawAspect="Content" ObjectID="_1334998671" r:id="rId12"/>
                      </w:object>
                    </w:r>
                    <w:r>
                      <w:tab/>
                      <w:t xml:space="preserve">10. </w:t>
                    </w:r>
                    <w:r w:rsidRPr="004C1258">
                      <w:rPr>
                        <w:position w:val="-4"/>
                      </w:rPr>
                      <w:object w:dxaOrig="740" w:dyaOrig="260">
                        <v:shape id="_x0000_i1036" type="#_x0000_t75" style="width:36.75pt;height:12.75pt" o:ole="">
                          <v:imagedata r:id="rId13" o:title=""/>
                        </v:shape>
                        <o:OLEObject Type="Embed" ProgID="Equation.DSMT4" ShapeID="_x0000_i1036" DrawAspect="Content" ObjectID="_1334998672" r:id="rId14"/>
                      </w:object>
                    </w:r>
                    <w:r>
                      <w:tab/>
                      <w:t xml:space="preserve">11. </w:t>
                    </w:r>
                    <w:r w:rsidRPr="000E38C8">
                      <w:rPr>
                        <w:position w:val="-14"/>
                      </w:rPr>
                      <w:object w:dxaOrig="900" w:dyaOrig="400">
                        <v:shape id="_x0000_i1037" type="#_x0000_t75" style="width:45pt;height:20.25pt" o:ole="">
                          <v:imagedata r:id="rId15" o:title=""/>
                        </v:shape>
                        <o:OLEObject Type="Embed" ProgID="Equation.DSMT4" ShapeID="_x0000_i1037" DrawAspect="Content" ObjectID="_1334998673" r:id="rId16"/>
                      </w:object>
                    </w:r>
                    <w:r>
                      <w:tab/>
                      <w:t xml:space="preserve">12. </w:t>
                    </w:r>
                    <w:r w:rsidRPr="000E38C8">
                      <w:rPr>
                        <w:position w:val="-14"/>
                      </w:rPr>
                      <w:object w:dxaOrig="900" w:dyaOrig="400">
                        <v:shape id="_x0000_i1038" type="#_x0000_t75" style="width:45pt;height:20.25pt" o:ole="">
                          <v:imagedata r:id="rId17" o:title=""/>
                        </v:shape>
                        <o:OLEObject Type="Embed" ProgID="Equation.DSMT4" ShapeID="_x0000_i1038" DrawAspect="Content" ObjectID="_1334998674" r:id="rId18"/>
                      </w:object>
                    </w:r>
                  </w:p>
                </w:txbxContent>
              </v:textbox>
            </v:shape>
            <v:rect id="_x0000_s1038" style="position:absolute;left:5363;top:3563;width:835;height:5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38;mso-rotate-with-shape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90</w:t>
                    </w:r>
                  </w:p>
                </w:txbxContent>
              </v:textbox>
            </v:rect>
            <w10:anchorlock/>
          </v:group>
        </w:pict>
      </w:r>
    </w:p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/>
    <w:p w:rsidR="00787338" w:rsidRDefault="00787338" w:rsidP="004C1258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787338" w:rsidRDefault="00787338" w:rsidP="004C1258">
      <w:r>
        <w:t>Venn Diagrams</w:t>
      </w:r>
      <w:r>
        <w:tab/>
      </w:r>
      <w:r>
        <w:tab/>
        <w:t xml:space="preserve"> </w:t>
      </w:r>
      <w:r>
        <w:tab/>
      </w:r>
      <w:r>
        <w:tab/>
        <w:t>Date________________________________</w:t>
      </w:r>
    </w:p>
    <w:p w:rsidR="00787338" w:rsidRDefault="00787338" w:rsidP="004C1258">
      <w:r>
        <w:t>HW</w:t>
      </w:r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787338" w:rsidRDefault="00787338" w:rsidP="004C1258"/>
    <w:p w:rsidR="00787338" w:rsidRDefault="00787338" w:rsidP="004C1258">
      <w:r>
        <w:t>Find the number of elements in each of the indicated sets</w:t>
      </w:r>
      <w:r>
        <w:tab/>
      </w:r>
    </w:p>
    <w:p w:rsidR="00787338" w:rsidRDefault="00787338" w:rsidP="004C1258">
      <w:r>
        <w:rPr>
          <w:noProof/>
        </w:rPr>
        <w:pict>
          <v:rect id="_x0000_s1039" style="position:absolute;margin-left:23.05pt;margin-top:22.45pt;width:222.05pt;height:130.55pt;z-index:251660288" filled="f"/>
        </w:pict>
      </w:r>
      <w:r>
        <w:rPr>
          <w:noProof/>
        </w:rPr>
        <w:pict>
          <v:rect id="_x0000_s1040" style="position:absolute;margin-left:-7.9pt;margin-top:1.8pt;width:103.8pt;height:40.7pt;z-index:251661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<v:textbox style="mso-next-textbox:#_x0000_s1040;mso-rotate-with-shape:t;mso-fit-shape-to-text:t">
              <w:txbxContent>
                <w:p w:rsidR="00787338" w:rsidRDefault="00787338" w:rsidP="004C1258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Comic Sans MS"/>
                      <w:color w:val="000000"/>
                      <w:sz w:val="48"/>
                      <w:szCs w:val="48"/>
                    </w:rPr>
                  </w:pPr>
                  <w:r>
                    <w:rPr>
                      <w:rFonts w:ascii="Comic Sans MS" w:hAnsi="Comic Sans MS" w:cs="Comic Sans MS"/>
                      <w:color w:val="000000"/>
                      <w:sz w:val="48"/>
                      <w:szCs w:val="48"/>
                    </w:rPr>
                    <w:t>U</w:t>
                  </w:r>
                </w:p>
              </w:txbxContent>
            </v:textbox>
          </v:rect>
        </w:pict>
      </w:r>
      <w:r>
        <w:rPr>
          <w:noProof/>
        </w:rPr>
      </w:r>
      <w:r>
        <w:pict>
          <v:group id="_x0000_s1041" editas="canvas" style="width:568.1pt;height:188.6pt;mso-position-horizontal-relative:char;mso-position-vertical-relative:line" coordorigin="2527,1837" coordsize="7782,2583">
            <o:lock v:ext="edit" aspectratio="t"/>
            <v:shape id="_x0000_s1042" type="#_x0000_t75" style="position:absolute;left:2527;top:1837;width:7782;height:2583" o:preferrelative="f">
              <v:fill o:detectmouseclick="t"/>
              <v:path o:extrusionok="t" o:connecttype="none"/>
              <o:lock v:ext="edit" text="t"/>
            </v:shape>
            <v:oval id="_x0000_s1043" style="position:absolute;left:3107;top:2575;width:1519;height:1086;mso-wrap-style:none;v-text-anchor:middle">
              <v:fill color2="#d0a8c6"/>
              <v:shadow color="#969696"/>
            </v:oval>
            <v:rect id="_x0000_s1044" style="position:absolute;left:3611;top:2201;width:1422;height: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44;mso-rotate-with-shape:t;mso-fit-shape-to-text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rect>
            <v:rect id="_x0000_s1045" style="position:absolute;left:4794;top:2155;width:532;height: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45;mso-rotate-with-shape:t;mso-fit-shape-to-text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B</w:t>
                    </w:r>
                  </w:p>
                </w:txbxContent>
              </v:textbox>
            </v:rect>
            <v:rect id="_x0000_s1046" style="position:absolute;left:4170;top:2856;width:835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46;mso-rotate-with-shape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40</w:t>
                    </w:r>
                  </w:p>
                </w:txbxContent>
              </v:textbox>
            </v:rect>
            <v:rect id="_x0000_s1047" style="position:absolute;left:3452;top:2859;width:784;height: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47;mso-rotate-with-shape:t;mso-fit-shape-to-text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 w:rsidRPr="004C1258"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75</w:t>
                    </w:r>
                  </w:p>
                </w:txbxContent>
              </v:textbox>
            </v:rect>
            <v:oval id="_x0000_s1048" style="position:absolute;left:4228;top:2566;width:1518;height:1084;mso-wrap-style:none;v-text-anchor:middle" filled="f">
              <v:fill color2="#d0a8c6"/>
              <v:shadow color="#969696"/>
            </v:oval>
            <v:rect id="_x0000_s1049" style="position:absolute;left:4818;top:2835;width:835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49;mso-rotate-with-shape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95</w:t>
                    </w:r>
                  </w:p>
                </w:txbxContent>
              </v:textbox>
            </v:rect>
            <v:shape id="_x0000_s1050" type="#_x0000_t202" style="position:absolute;left:6158;top:1923;width:4100;height:2497" filled="f" stroked="f">
              <v:textbox>
                <w:txbxContent>
                  <w:p w:rsidR="00787338" w:rsidRDefault="00787338" w:rsidP="00094C46">
                    <w:r>
                      <w:t>1. A</w:t>
                    </w:r>
                    <w:r>
                      <w:tab/>
                    </w:r>
                    <w:r>
                      <w:tab/>
                      <w:t>2. B</w:t>
                    </w:r>
                    <w:r>
                      <w:tab/>
                    </w:r>
                    <w:r>
                      <w:tab/>
                      <w:t>3. U</w:t>
                    </w:r>
                    <w:r>
                      <w:tab/>
                    </w:r>
                    <w:r>
                      <w:tab/>
                      <w:t>4. A’</w:t>
                    </w:r>
                  </w:p>
                  <w:p w:rsidR="00787338" w:rsidRDefault="00787338" w:rsidP="00094C46"/>
                  <w:p w:rsidR="00787338" w:rsidRDefault="00787338" w:rsidP="00094C46"/>
                  <w:p w:rsidR="00787338" w:rsidRDefault="00787338" w:rsidP="00094C46">
                    <w:r>
                      <w:t>5. B’</w:t>
                    </w:r>
                    <w:r>
                      <w:tab/>
                    </w:r>
                    <w:r>
                      <w:tab/>
                      <w:t xml:space="preserve">6. </w:t>
                    </w:r>
                    <w:r w:rsidRPr="004C1258">
                      <w:rPr>
                        <w:position w:val="-4"/>
                      </w:rPr>
                      <w:object w:dxaOrig="800" w:dyaOrig="260">
                        <v:shape id="_x0000_i1047" type="#_x0000_t75" style="width:39.75pt;height:12.75pt" o:ole="">
                          <v:imagedata r:id="rId5" o:title=""/>
                        </v:shape>
                        <o:OLEObject Type="Embed" ProgID="Equation.DSMT4" ShapeID="_x0000_i1047" DrawAspect="Content" ObjectID="_1334998675" r:id="rId19"/>
                      </w:object>
                    </w:r>
                    <w:r>
                      <w:tab/>
                      <w:t xml:space="preserve">7. </w:t>
                    </w:r>
                    <w:r w:rsidRPr="004C1258">
                      <w:rPr>
                        <w:position w:val="-4"/>
                      </w:rPr>
                      <w:object w:dxaOrig="800" w:dyaOrig="260">
                        <v:shape id="_x0000_i1048" type="#_x0000_t75" style="width:39.75pt;height:12.75pt" o:ole="">
                          <v:imagedata r:id="rId7" o:title=""/>
                        </v:shape>
                        <o:OLEObject Type="Embed" ProgID="Equation.DSMT4" ShapeID="_x0000_i1048" DrawAspect="Content" ObjectID="_1334998676" r:id="rId20"/>
                      </w:object>
                    </w:r>
                    <w:r>
                      <w:tab/>
                      <w:t xml:space="preserve">8. </w:t>
                    </w:r>
                    <w:r w:rsidRPr="004C1258">
                      <w:rPr>
                        <w:position w:val="-4"/>
                      </w:rPr>
                      <w:object w:dxaOrig="720" w:dyaOrig="260">
                        <v:shape id="_x0000_i1049" type="#_x0000_t75" style="width:36pt;height:12.75pt" o:ole="">
                          <v:imagedata r:id="rId9" o:title=""/>
                        </v:shape>
                        <o:OLEObject Type="Embed" ProgID="Equation.DSMT4" ShapeID="_x0000_i1049" DrawAspect="Content" ObjectID="_1334998677" r:id="rId21"/>
                      </w:object>
                    </w:r>
                  </w:p>
                  <w:p w:rsidR="00787338" w:rsidRDefault="00787338" w:rsidP="00094C46"/>
                  <w:p w:rsidR="00787338" w:rsidRDefault="00787338" w:rsidP="00094C46"/>
                  <w:p w:rsidR="00787338" w:rsidRDefault="00787338" w:rsidP="00094C46">
                    <w:r>
                      <w:t xml:space="preserve">9. </w:t>
                    </w:r>
                    <w:r w:rsidRPr="004C1258">
                      <w:rPr>
                        <w:position w:val="-4"/>
                      </w:rPr>
                      <w:object w:dxaOrig="680" w:dyaOrig="260">
                        <v:shape id="_x0000_i1050" type="#_x0000_t75" style="width:33.75pt;height:12.75pt" o:ole="">
                          <v:imagedata r:id="rId11" o:title=""/>
                        </v:shape>
                        <o:OLEObject Type="Embed" ProgID="Equation.DSMT4" ShapeID="_x0000_i1050" DrawAspect="Content" ObjectID="_1334998678" r:id="rId22"/>
                      </w:object>
                    </w:r>
                    <w:r>
                      <w:tab/>
                      <w:t xml:space="preserve">10. </w:t>
                    </w:r>
                    <w:r w:rsidRPr="004C1258">
                      <w:rPr>
                        <w:position w:val="-4"/>
                      </w:rPr>
                      <w:object w:dxaOrig="740" w:dyaOrig="260">
                        <v:shape id="_x0000_i1051" type="#_x0000_t75" style="width:36.75pt;height:12.75pt" o:ole="">
                          <v:imagedata r:id="rId13" o:title=""/>
                        </v:shape>
                        <o:OLEObject Type="Embed" ProgID="Equation.DSMT4" ShapeID="_x0000_i1051" DrawAspect="Content" ObjectID="_1334998679" r:id="rId23"/>
                      </w:object>
                    </w:r>
                    <w:r>
                      <w:tab/>
                      <w:t xml:space="preserve">11. </w:t>
                    </w:r>
                    <w:r w:rsidRPr="000E38C8">
                      <w:rPr>
                        <w:position w:val="-14"/>
                      </w:rPr>
                      <w:object w:dxaOrig="900" w:dyaOrig="400">
                        <v:shape id="_x0000_i1052" type="#_x0000_t75" style="width:45pt;height:20.25pt" o:ole="">
                          <v:imagedata r:id="rId15" o:title=""/>
                        </v:shape>
                        <o:OLEObject Type="Embed" ProgID="Equation.DSMT4" ShapeID="_x0000_i1052" DrawAspect="Content" ObjectID="_1334998680" r:id="rId24"/>
                      </w:object>
                    </w:r>
                    <w:r>
                      <w:tab/>
                      <w:t xml:space="preserve">12. </w:t>
                    </w:r>
                    <w:r w:rsidRPr="000E38C8">
                      <w:rPr>
                        <w:position w:val="-14"/>
                      </w:rPr>
                      <w:object w:dxaOrig="900" w:dyaOrig="400">
                        <v:shape id="_x0000_i1053" type="#_x0000_t75" style="width:45pt;height:20.25pt" o:ole="">
                          <v:imagedata r:id="rId17" o:title=""/>
                        </v:shape>
                        <o:OLEObject Type="Embed" ProgID="Equation.DSMT4" ShapeID="_x0000_i1053" DrawAspect="Content" ObjectID="_1334998681" r:id="rId25"/>
                      </w:object>
                    </w:r>
                  </w:p>
                </w:txbxContent>
              </v:textbox>
            </v:shape>
            <v:rect id="_x0000_s1051" style="position:absolute;left:5363;top:3563;width:834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" filled="f" stroked="f">
              <v:textbox style="mso-next-textbox:#_x0000_s1051;mso-rotate-with-shape:t">
                <w:txbxContent>
                  <w:p w:rsidR="00787338" w:rsidRPr="004C1258" w:rsidRDefault="00787338" w:rsidP="00094C46">
                    <w:pPr>
                      <w:autoSpaceDE w:val="0"/>
                      <w:autoSpaceDN w:val="0"/>
                      <w:adjustRightInd w:val="0"/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 w:cs="Comic Sans MS"/>
                        <w:color w:val="000000"/>
                        <w:sz w:val="36"/>
                        <w:szCs w:val="36"/>
                      </w:rPr>
                      <w:t>90</w:t>
                    </w:r>
                  </w:p>
                </w:txbxContent>
              </v:textbox>
            </v:rect>
            <w10:anchorlock/>
          </v:group>
        </w:pict>
      </w:r>
    </w:p>
    <w:p w:rsidR="00787338" w:rsidRDefault="00787338" w:rsidP="00663E45"/>
    <w:sectPr w:rsidR="00787338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08C9"/>
    <w:multiLevelType w:val="hybridMultilevel"/>
    <w:tmpl w:val="2C1EE5B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0546E23"/>
    <w:multiLevelType w:val="hybridMultilevel"/>
    <w:tmpl w:val="82B27E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673199"/>
    <w:multiLevelType w:val="hybridMultilevel"/>
    <w:tmpl w:val="27126BF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08D"/>
    <w:rsid w:val="00052248"/>
    <w:rsid w:val="00067041"/>
    <w:rsid w:val="0007314B"/>
    <w:rsid w:val="00094C46"/>
    <w:rsid w:val="000C1318"/>
    <w:rsid w:val="000E38C8"/>
    <w:rsid w:val="000E5098"/>
    <w:rsid w:val="00100916"/>
    <w:rsid w:val="001141E1"/>
    <w:rsid w:val="00163753"/>
    <w:rsid w:val="00173200"/>
    <w:rsid w:val="001A25EE"/>
    <w:rsid w:val="001D53B6"/>
    <w:rsid w:val="001E425A"/>
    <w:rsid w:val="001E47FD"/>
    <w:rsid w:val="002416C5"/>
    <w:rsid w:val="00281D55"/>
    <w:rsid w:val="00331DBC"/>
    <w:rsid w:val="00353C65"/>
    <w:rsid w:val="0037108D"/>
    <w:rsid w:val="003A785D"/>
    <w:rsid w:val="003E492D"/>
    <w:rsid w:val="00432389"/>
    <w:rsid w:val="004A5DCF"/>
    <w:rsid w:val="004A7BB8"/>
    <w:rsid w:val="004C1258"/>
    <w:rsid w:val="00571F0A"/>
    <w:rsid w:val="005D0AD5"/>
    <w:rsid w:val="005E6629"/>
    <w:rsid w:val="00607176"/>
    <w:rsid w:val="00663E45"/>
    <w:rsid w:val="006B42B8"/>
    <w:rsid w:val="00770145"/>
    <w:rsid w:val="00777930"/>
    <w:rsid w:val="00787338"/>
    <w:rsid w:val="00792018"/>
    <w:rsid w:val="007A619A"/>
    <w:rsid w:val="007B6AB7"/>
    <w:rsid w:val="00845DB9"/>
    <w:rsid w:val="008727AA"/>
    <w:rsid w:val="00877481"/>
    <w:rsid w:val="008921C9"/>
    <w:rsid w:val="008A3A4D"/>
    <w:rsid w:val="00955E83"/>
    <w:rsid w:val="009B5292"/>
    <w:rsid w:val="009E6EBC"/>
    <w:rsid w:val="00A85CAB"/>
    <w:rsid w:val="00A860EF"/>
    <w:rsid w:val="00AF16FB"/>
    <w:rsid w:val="00B22F05"/>
    <w:rsid w:val="00BA3159"/>
    <w:rsid w:val="00BA658F"/>
    <w:rsid w:val="00C016DC"/>
    <w:rsid w:val="00C2066E"/>
    <w:rsid w:val="00C57A36"/>
    <w:rsid w:val="00CC2F60"/>
    <w:rsid w:val="00CE52D8"/>
    <w:rsid w:val="00D91EBA"/>
    <w:rsid w:val="00D969E0"/>
    <w:rsid w:val="00D96C93"/>
    <w:rsid w:val="00DD357B"/>
    <w:rsid w:val="00DD392F"/>
    <w:rsid w:val="00DD6BBA"/>
    <w:rsid w:val="00E0004B"/>
    <w:rsid w:val="00E03624"/>
    <w:rsid w:val="00E13F62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9E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920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49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3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74</Words>
  <Characters>424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3</cp:revision>
  <cp:lastPrinted>2010-05-10T13:10:00Z</cp:lastPrinted>
  <dcterms:created xsi:type="dcterms:W3CDTF">2010-05-10T13:11:00Z</dcterms:created>
  <dcterms:modified xsi:type="dcterms:W3CDTF">2010-05-10T18:11:00Z</dcterms:modified>
</cp:coreProperties>
</file>